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0A0"/>
      </w:tblPr>
      <w:tblGrid>
        <w:gridCol w:w="9590"/>
      </w:tblGrid>
      <w:tr w:rsidR="00BF706F" w:rsidRPr="003C6B6B"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rsidR="00BF706F" w:rsidRPr="003C6B6B" w:rsidRDefault="00BF706F" w:rsidP="00A82AED">
            <w:pPr>
              <w:jc w:val="both"/>
              <w:rPr>
                <w:lang w:val="it-IT"/>
              </w:rPr>
            </w:pPr>
            <w:r w:rsidRPr="003C6B6B">
              <w:rPr>
                <w:b/>
                <w:bCs/>
                <w:lang w:val="it-IT"/>
              </w:rPr>
              <w:t>DICHIARAZIONE RELATIVA AL POSSESSO DEI REQUISITI PER L’AFFIDAMENTO DEI CONTRATTI PUBBLICI ARTT. 94, 95, 96, 97, 98 E 100 DEL CODICE DEI CONTRATTI</w:t>
            </w:r>
          </w:p>
        </w:tc>
      </w:tr>
      <w:tr w:rsidR="00BF706F" w:rsidRPr="003C6B6B"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rsidR="00BF706F" w:rsidRPr="003C6B6B" w:rsidRDefault="00BF706F" w:rsidP="00DA26F2">
            <w:pPr>
              <w:jc w:val="both"/>
              <w:rPr>
                <w:b/>
                <w:bCs/>
              </w:rPr>
            </w:pPr>
            <w:r w:rsidRPr="003C6B6B">
              <w:rPr>
                <w:b/>
                <w:bCs/>
              </w:rPr>
              <w:t>IDENTITA’ DEL COMMITTENTE:</w:t>
            </w:r>
          </w:p>
          <w:p w:rsidR="00BF706F" w:rsidRPr="003C6B6B" w:rsidRDefault="00BF706F" w:rsidP="00DA26F2">
            <w:pPr>
              <w:jc w:val="both"/>
            </w:pPr>
            <w:r w:rsidRPr="003C6B6B">
              <w:t xml:space="preserve">Azienda Sanitaria Locale CN2 Alba-Bra </w:t>
            </w:r>
          </w:p>
          <w:p w:rsidR="00BF706F" w:rsidRPr="003C6B6B" w:rsidRDefault="00BF706F" w:rsidP="00DA26F2">
            <w:pPr>
              <w:jc w:val="both"/>
            </w:pPr>
            <w:r w:rsidRPr="003C6B6B">
              <w:t>Via Vida n.10, 12051 Alba (CN)</w:t>
            </w:r>
          </w:p>
          <w:p w:rsidR="00BF706F" w:rsidRPr="003C6B6B" w:rsidRDefault="00BF706F" w:rsidP="00DA26F2">
            <w:pPr>
              <w:jc w:val="both"/>
            </w:pPr>
            <w:r w:rsidRPr="003C6B6B">
              <w:t xml:space="preserve">PEC: </w:t>
            </w:r>
            <w:hyperlink r:id="rId5" w:history="1">
              <w:r w:rsidRPr="003C6B6B">
                <w:rPr>
                  <w:rStyle w:val="Hyperlink"/>
                </w:rPr>
                <w:t>aslcn2@legalmail.it</w:t>
              </w:r>
            </w:hyperlink>
            <w:r w:rsidRPr="003C6B6B">
              <w:t xml:space="preserve"> </w:t>
            </w:r>
          </w:p>
          <w:p w:rsidR="00BF706F" w:rsidRPr="003C6B6B" w:rsidRDefault="00BF706F" w:rsidP="00DA26F2">
            <w:pPr>
              <w:jc w:val="both"/>
            </w:pPr>
            <w:r w:rsidRPr="003C6B6B">
              <w:t>Ufficio di riferimento per la procedura di gara: S.C. Logistica, Patrimonio, Servizi e Acquisti</w:t>
            </w:r>
          </w:p>
          <w:p w:rsidR="00BF706F" w:rsidRPr="003C6B6B" w:rsidRDefault="00BF706F" w:rsidP="00DA26F2">
            <w:pPr>
              <w:jc w:val="both"/>
            </w:pPr>
            <w:r w:rsidRPr="003C6B6B">
              <w:t>P.IVA 02419170044</w:t>
            </w:r>
          </w:p>
          <w:p w:rsidR="00BF706F" w:rsidRPr="003C6B6B" w:rsidRDefault="00BF706F" w:rsidP="00A82AED">
            <w:pPr>
              <w:jc w:val="both"/>
            </w:pPr>
            <w:r w:rsidRPr="003C6B6B">
              <w:rPr>
                <w:b/>
                <w:bCs/>
              </w:rPr>
              <w:t>OGGETTO AFFIDAMENTO:</w:t>
            </w:r>
          </w:p>
          <w:p w:rsidR="00BF706F" w:rsidRPr="008F16BC" w:rsidRDefault="00BF706F" w:rsidP="009E2711">
            <w:pPr>
              <w:pStyle w:val="Default"/>
              <w:jc w:val="both"/>
              <w:rPr>
                <w:rFonts w:ascii="Calibri" w:hAnsi="Calibri" w:cs="Calibri"/>
                <w:b/>
                <w:bCs/>
                <w:color w:val="auto"/>
                <w:sz w:val="22"/>
                <w:szCs w:val="22"/>
              </w:rPr>
            </w:pPr>
            <w:r w:rsidRPr="003C6B6B">
              <w:rPr>
                <w:b/>
                <w:bCs/>
              </w:rPr>
              <w:t> </w:t>
            </w:r>
            <w:r w:rsidRPr="008F16BC">
              <w:rPr>
                <w:rFonts w:ascii="Calibri" w:hAnsi="Calibri" w:cs="Calibri"/>
                <w:b/>
                <w:bCs/>
                <w:color w:val="auto"/>
                <w:sz w:val="22"/>
                <w:szCs w:val="22"/>
              </w:rPr>
              <w:t xml:space="preserve">INVESTIMENTO PREVISTO DAL PIANO NAZIONALE PER GLI INVESTIMENTI COMPLEMENTARI AL PNRR (PNC) – PROGRAMMA E.1 “SALUTE, AMBIENTE, BIODIVERSITÀ E CLIMA”. ARTICOLO 8 DECRETO LEGGE 9 AGOSTO 2024, N. 113 CONVERTITO CON MODIFICAZIONI DALLA LEGGE 7 OTTOBRE 2024, N. 143. </w:t>
            </w:r>
          </w:p>
          <w:p w:rsidR="00BF706F" w:rsidRDefault="00BF706F" w:rsidP="009E2711">
            <w:pPr>
              <w:pStyle w:val="Default"/>
              <w:jc w:val="both"/>
              <w:rPr>
                <w:rFonts w:ascii="Calibri" w:hAnsi="Calibri" w:cs="Calibri"/>
                <w:b/>
                <w:bCs/>
                <w:color w:val="auto"/>
                <w:sz w:val="22"/>
                <w:szCs w:val="22"/>
              </w:rPr>
            </w:pPr>
            <w:r>
              <w:rPr>
                <w:rFonts w:ascii="Calibri" w:hAnsi="Calibri" w:cs="Calibri"/>
                <w:b/>
                <w:bCs/>
                <w:color w:val="auto"/>
                <w:sz w:val="22"/>
                <w:szCs w:val="22"/>
              </w:rPr>
              <w:t xml:space="preserve">PROCEDURA NEGOZIATA TRAMITE RDO CON UNICO FORNITORE </w:t>
            </w:r>
            <w:r w:rsidRPr="008F16BC">
              <w:rPr>
                <w:rFonts w:ascii="Calibri" w:hAnsi="Calibri" w:cs="Calibri"/>
                <w:b/>
                <w:bCs/>
                <w:color w:val="auto"/>
                <w:sz w:val="22"/>
                <w:szCs w:val="22"/>
              </w:rPr>
              <w:t xml:space="preserve">AI SENSI DELL’ART </w:t>
            </w:r>
            <w:r>
              <w:rPr>
                <w:rFonts w:ascii="Calibri" w:hAnsi="Calibri" w:cs="Calibri"/>
                <w:b/>
                <w:bCs/>
                <w:color w:val="auto"/>
                <w:sz w:val="22"/>
                <w:szCs w:val="22"/>
              </w:rPr>
              <w:t>76</w:t>
            </w:r>
            <w:r w:rsidRPr="008F16BC">
              <w:rPr>
                <w:rFonts w:ascii="Calibri" w:hAnsi="Calibri" w:cs="Calibri"/>
                <w:b/>
                <w:bCs/>
                <w:color w:val="auto"/>
                <w:sz w:val="22"/>
                <w:szCs w:val="22"/>
              </w:rPr>
              <w:t xml:space="preserve"> DEL D.LGS. 36/2023, PER LA FORNITURA DI</w:t>
            </w:r>
            <w:r>
              <w:rPr>
                <w:rFonts w:ascii="Arial" w:hAnsi="Arial" w:cs="Arial"/>
                <w:b/>
                <w:color w:val="auto"/>
                <w:sz w:val="22"/>
                <w:szCs w:val="22"/>
              </w:rPr>
              <w:t xml:space="preserve"> </w:t>
            </w:r>
            <w:r w:rsidRPr="002858D9">
              <w:rPr>
                <w:rFonts w:ascii="Calibri" w:hAnsi="Calibri" w:cs="Calibri"/>
                <w:b/>
                <w:bCs/>
                <w:color w:val="auto"/>
                <w:sz w:val="22"/>
                <w:szCs w:val="22"/>
              </w:rPr>
              <w:t>ARREDI PER SEDI VARIE DEL DIPARTIMENTO DI PREVENZIONE DELL’ASL CN2</w:t>
            </w:r>
            <w:r>
              <w:rPr>
                <w:rFonts w:ascii="Calibri" w:hAnsi="Calibri" w:cs="Calibri"/>
                <w:b/>
                <w:bCs/>
                <w:color w:val="auto"/>
                <w:sz w:val="22"/>
                <w:szCs w:val="22"/>
              </w:rPr>
              <w:t xml:space="preserve"> – LOTTO 1</w:t>
            </w:r>
            <w:r w:rsidRPr="008F16BC">
              <w:rPr>
                <w:rFonts w:ascii="Calibri" w:hAnsi="Calibri" w:cs="Calibri"/>
                <w:b/>
                <w:bCs/>
                <w:color w:val="auto"/>
                <w:sz w:val="22"/>
                <w:szCs w:val="22"/>
              </w:rPr>
              <w:t xml:space="preserve">. </w:t>
            </w:r>
          </w:p>
          <w:p w:rsidR="00BF706F" w:rsidRDefault="00BF706F" w:rsidP="009E2711">
            <w:pPr>
              <w:pStyle w:val="Default"/>
              <w:jc w:val="both"/>
              <w:rPr>
                <w:rFonts w:ascii="Calibri" w:hAnsi="Calibri" w:cs="Calibri"/>
                <w:b/>
                <w:bCs/>
                <w:color w:val="auto"/>
                <w:sz w:val="22"/>
                <w:szCs w:val="22"/>
              </w:rPr>
            </w:pPr>
            <w:r>
              <w:rPr>
                <w:rFonts w:ascii="Calibri" w:hAnsi="Calibri" w:cs="Calibri"/>
                <w:b/>
                <w:bCs/>
                <w:color w:val="auto"/>
                <w:sz w:val="22"/>
                <w:szCs w:val="22"/>
              </w:rPr>
              <w:t>RDO MEPA N. 5120355</w:t>
            </w:r>
          </w:p>
          <w:p w:rsidR="00BF706F" w:rsidRDefault="00BF706F" w:rsidP="009E2711">
            <w:pPr>
              <w:pStyle w:val="Default"/>
              <w:jc w:val="both"/>
              <w:rPr>
                <w:rFonts w:ascii="Calibri" w:hAnsi="Calibri" w:cs="Calibri"/>
                <w:b/>
                <w:bCs/>
                <w:color w:val="auto"/>
                <w:sz w:val="22"/>
                <w:szCs w:val="22"/>
              </w:rPr>
            </w:pPr>
            <w:r>
              <w:rPr>
                <w:rFonts w:ascii="Calibri" w:hAnsi="Calibri" w:cs="Calibri"/>
                <w:b/>
                <w:bCs/>
                <w:color w:val="auto"/>
                <w:sz w:val="22"/>
                <w:szCs w:val="22"/>
              </w:rPr>
              <w:t>CUP I83C22000640005</w:t>
            </w:r>
          </w:p>
          <w:p w:rsidR="00BF706F" w:rsidRPr="003C6B6B" w:rsidRDefault="00BF706F" w:rsidP="009E2711">
            <w:pPr>
              <w:jc w:val="both"/>
            </w:pPr>
            <w:r>
              <w:rPr>
                <w:rFonts w:cs="Calibri"/>
                <w:b/>
                <w:bCs/>
              </w:rPr>
              <w:t xml:space="preserve">CIG  </w:t>
            </w:r>
            <w:r w:rsidRPr="00A82221">
              <w:rPr>
                <w:rFonts w:cs="Calibri"/>
                <w:b/>
                <w:bCs/>
              </w:rPr>
              <w:t>B5BB796943</w:t>
            </w:r>
          </w:p>
        </w:tc>
      </w:tr>
    </w:tbl>
    <w:p w:rsidR="00BF706F" w:rsidRPr="001044AF" w:rsidRDefault="00BF706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0A0"/>
      </w:tblPr>
      <w:tblGrid>
        <w:gridCol w:w="2943"/>
        <w:gridCol w:w="884"/>
        <w:gridCol w:w="5536"/>
      </w:tblGrid>
      <w:tr w:rsidR="00BF706F" w:rsidRPr="003C6B6B"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Il sottoscritto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p>
        </w:tc>
      </w:tr>
      <w:tr w:rsidR="00BF706F" w:rsidRPr="003C6B6B"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rPr>
                <w:lang w:val="it-IT"/>
              </w:rPr>
            </w:pPr>
            <w:r w:rsidRPr="003C6B6B">
              <w:rPr>
                <w:lang w:val="it-IT"/>
              </w:rPr>
              <w:t>in qualità di  </w:t>
            </w:r>
          </w:p>
          <w:p w:rsidR="00BF706F" w:rsidRPr="003C6B6B" w:rsidRDefault="00BF706F" w:rsidP="00A82AED">
            <w:pPr>
              <w:jc w:val="both"/>
              <w:rPr>
                <w:lang w:val="it-IT"/>
              </w:rPr>
            </w:pPr>
            <w:r w:rsidRPr="003C6B6B">
              <w:rPr>
                <w:i/>
                <w:iCs/>
                <w:lang w:val="it-IT"/>
              </w:rPr>
              <w:t>(titolare, 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rPr>
                <w:lang w:val="it-IT"/>
              </w:rPr>
            </w:pPr>
          </w:p>
        </w:tc>
      </w:tr>
      <w:tr w:rsidR="00BF706F" w:rsidRPr="003C6B6B"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dell’impresa</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p>
        </w:tc>
      </w:tr>
      <w:tr w:rsidR="00BF706F" w:rsidRPr="003C6B6B"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con sede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p>
        </w:tc>
      </w:tr>
      <w:tr w:rsidR="00BF706F" w:rsidRPr="003C6B6B"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indirizzo</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p>
        </w:tc>
      </w:tr>
      <w:tr w:rsidR="00BF706F" w:rsidRPr="003C6B6B"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Codice fiscale</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p>
        </w:tc>
      </w:tr>
      <w:tr w:rsidR="00BF706F" w:rsidRPr="003C6B6B"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p>
        </w:tc>
      </w:tr>
    </w:tbl>
    <w:p w:rsidR="00BF706F" w:rsidRPr="00A82AED" w:rsidRDefault="00BF706F"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0A0"/>
      </w:tblPr>
      <w:tblGrid>
        <w:gridCol w:w="330"/>
        <w:gridCol w:w="2638"/>
        <w:gridCol w:w="210"/>
        <w:gridCol w:w="6322"/>
      </w:tblGrid>
      <w:tr w:rsidR="00BF706F" w:rsidRPr="003C6B6B"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operatore singolo</w:t>
            </w:r>
          </w:p>
        </w:tc>
      </w:tr>
      <w:tr w:rsidR="00BF706F" w:rsidRPr="003C6B6B"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F706F" w:rsidRPr="003C6B6B" w:rsidRDefault="00BF706F" w:rsidP="00A82AED">
            <w:pPr>
              <w:jc w:val="both"/>
            </w:pPr>
            <w:r w:rsidRPr="003C6B6B">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F706F" w:rsidRPr="003C6B6B" w:rsidRDefault="00BF706F" w:rsidP="00A82AED">
            <w:pPr>
              <w:jc w:val="both"/>
            </w:pPr>
            <w:r w:rsidRPr="003C6B6B">
              <w:t>mandatario, capogruppo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F706F" w:rsidRPr="003C6B6B" w:rsidRDefault="00BF706F" w:rsidP="00A82AED">
            <w:pPr>
              <w:jc w:val="both"/>
            </w:pPr>
            <w:r w:rsidRPr="003C6B6B">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F706F" w:rsidRPr="003C6B6B" w:rsidRDefault="00BF706F" w:rsidP="00A82AED">
            <w:pPr>
              <w:jc w:val="both"/>
              <w:rPr>
                <w:lang w:val="it-IT"/>
              </w:rPr>
            </w:pPr>
            <w:r w:rsidRPr="003C6B6B">
              <w:rPr>
                <w:lang w:val="it-IT"/>
              </w:rPr>
              <w:t>raggruppamento temporaneo o consorzio ordinario di cui all’art. 68, del D.lgs. 36/2023;</w:t>
            </w:r>
          </w:p>
        </w:tc>
      </w:tr>
      <w:tr w:rsidR="00BF706F" w:rsidRPr="003C6B6B"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F706F" w:rsidRPr="003C6B6B" w:rsidRDefault="00BF706F" w:rsidP="00A82AED">
            <w:pPr>
              <w:jc w:val="both"/>
            </w:pPr>
            <w:r w:rsidRPr="003C6B6B">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F706F" w:rsidRPr="003C6B6B" w:rsidRDefault="00BF706F" w:rsidP="00A82AED">
            <w:pPr>
              <w:jc w:val="both"/>
            </w:pPr>
            <w:r w:rsidRPr="003C6B6B">
              <w:t>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F706F" w:rsidRPr="003C6B6B" w:rsidRDefault="00BF706F"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F706F" w:rsidRPr="003C6B6B" w:rsidRDefault="00BF706F" w:rsidP="00A82AED">
            <w:pPr>
              <w:jc w:val="both"/>
            </w:pPr>
          </w:p>
        </w:tc>
      </w:tr>
      <w:tr w:rsidR="00BF706F" w:rsidRPr="003C6B6B"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organo comune/mandatario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F706F" w:rsidRPr="003C6B6B" w:rsidRDefault="00BF706F" w:rsidP="00A82AED">
            <w:pPr>
              <w:jc w:val="both"/>
            </w:pPr>
            <w:r w:rsidRPr="003C6B6B">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F706F" w:rsidRPr="003C6B6B" w:rsidRDefault="00BF706F" w:rsidP="00A82AED">
            <w:pPr>
              <w:jc w:val="both"/>
              <w:rPr>
                <w:lang w:val="it-IT"/>
              </w:rPr>
            </w:pPr>
            <w:r w:rsidRPr="003C6B6B">
              <w:rPr>
                <w:lang w:val="it-IT"/>
              </w:rPr>
              <w:t>rete di imprese (in contratto di rete) di cui all’art. 65, comma 2, lettera g), D.lgs. 36/2023; </w:t>
            </w:r>
          </w:p>
        </w:tc>
      </w:tr>
      <w:tr w:rsidR="00BF706F" w:rsidRPr="003C6B6B"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rPr>
                <w:lang w:val="it-IT"/>
              </w:rPr>
            </w:pPr>
            <w:r w:rsidRPr="003C6B6B">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F706F" w:rsidRPr="003C6B6B" w:rsidRDefault="00BF706F"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F706F" w:rsidRPr="003C6B6B" w:rsidRDefault="00BF706F" w:rsidP="00A82AED">
            <w:pPr>
              <w:jc w:val="both"/>
              <w:rPr>
                <w:lang w:val="it-IT"/>
              </w:rPr>
            </w:pPr>
          </w:p>
        </w:tc>
      </w:tr>
    </w:tbl>
    <w:p w:rsidR="00BF706F" w:rsidRPr="00A82AED" w:rsidRDefault="00BF706F" w:rsidP="00A82AED">
      <w:pPr>
        <w:jc w:val="both"/>
        <w:rPr>
          <w:lang w:val="it-IT"/>
        </w:rPr>
      </w:pPr>
    </w:p>
    <w:p w:rsidR="00BF706F" w:rsidRPr="00A82AED" w:rsidRDefault="00BF706F" w:rsidP="00A82AED">
      <w:pPr>
        <w:jc w:val="both"/>
        <w:rPr>
          <w:lang w:val="it-IT"/>
        </w:rPr>
      </w:pPr>
      <w:r w:rsidRPr="00A82AED">
        <w:rPr>
          <w:lang w:val="it-IT"/>
        </w:rPr>
        <w:t xml:space="preserve">Con riferimento alle prestazioni indicate in oggetto, </w:t>
      </w:r>
      <w:r w:rsidRPr="00A82AED">
        <w:rPr>
          <w:b/>
          <w:bCs/>
          <w:u w:val="single"/>
          <w:lang w:val="it-IT"/>
        </w:rPr>
        <w:t>ai sensi degli artt. 46, 47, 75 e 76 del d.P.R. 28.12.2000, N. 445 e ss.mm.ii.</w:t>
      </w:r>
      <w:r w:rsidRPr="00A82AED">
        <w:rPr>
          <w:lang w:val="it-IT"/>
        </w:rPr>
        <w:t>, consapevole della responsabilità e delle conseguenze civili, amministrative e penali previste in caso di rilascio di dichiarazioni mendaci e/o formazione di atti falsi e/o uso degli stessi,</w:t>
      </w:r>
    </w:p>
    <w:p w:rsidR="00BF706F" w:rsidRPr="00A82AED" w:rsidRDefault="00BF706F" w:rsidP="00A82AED">
      <w:pPr>
        <w:jc w:val="center"/>
        <w:rPr>
          <w:lang w:val="it-IT"/>
        </w:rPr>
      </w:pPr>
      <w:r w:rsidRPr="00A82AED">
        <w:rPr>
          <w:b/>
          <w:bCs/>
          <w:lang w:val="it-IT"/>
        </w:rPr>
        <w:t>DICHIARA</w:t>
      </w:r>
    </w:p>
    <w:p w:rsidR="00BF706F" w:rsidRPr="00A82AED" w:rsidRDefault="00BF706F"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0A0"/>
      </w:tblPr>
      <w:tblGrid>
        <w:gridCol w:w="3262"/>
        <w:gridCol w:w="2006"/>
        <w:gridCol w:w="801"/>
        <w:gridCol w:w="3282"/>
      </w:tblGrid>
      <w:tr w:rsidR="00BF706F" w:rsidRPr="003C6B6B"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Provincia di iscrizione: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numero di iscrizione:</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BF706F" w:rsidRPr="003C6B6B" w:rsidRDefault="00BF706F" w:rsidP="00A82AED">
            <w:pPr>
              <w:jc w:val="both"/>
            </w:pPr>
          </w:p>
        </w:tc>
      </w:tr>
      <w:tr w:rsidR="00BF706F" w:rsidRPr="003C6B6B"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r w:rsidRPr="003C6B6B">
              <w:t>Codice:</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BF706F" w:rsidRPr="003C6B6B" w:rsidRDefault="00BF706F" w:rsidP="00A82AED">
            <w:pPr>
              <w:jc w:val="both"/>
            </w:pPr>
          </w:p>
        </w:tc>
      </w:tr>
    </w:tbl>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rsidR="00BF706F" w:rsidRPr="00A82AED" w:rsidRDefault="00BF706F" w:rsidP="00A82AED">
      <w:pPr>
        <w:jc w:val="center"/>
        <w:rPr>
          <w:u w:val="single"/>
          <w:lang w:val="it-IT"/>
        </w:rPr>
      </w:pPr>
      <w:r w:rsidRPr="00A82AED">
        <w:rPr>
          <w:b/>
          <w:bCs/>
          <w:u w:val="single"/>
          <w:lang w:val="it-IT"/>
        </w:rPr>
        <w:t>DICHIARA INOLTRE DI</w:t>
      </w:r>
      <w:r>
        <w:rPr>
          <w:b/>
          <w:bCs/>
          <w:u w:val="single"/>
          <w:lang w:val="it-IT"/>
        </w:rPr>
        <w:t xml:space="preserve"> </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essere </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non essere </w:t>
      </w:r>
    </w:p>
    <w:p w:rsidR="00BF706F" w:rsidRPr="00A82AED" w:rsidRDefault="00BF706F"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0A0"/>
      </w:tblPr>
      <w:tblGrid>
        <w:gridCol w:w="9639"/>
      </w:tblGrid>
      <w:tr w:rsidR="00BF706F" w:rsidRPr="003C6B6B"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BF706F" w:rsidRPr="003C6B6B" w:rsidRDefault="00BF706F" w:rsidP="00A82AED">
            <w:pPr>
              <w:jc w:val="both"/>
              <w:rPr>
                <w:lang w:val="it-IT"/>
              </w:rPr>
            </w:pPr>
            <w:r w:rsidRPr="003C6B6B">
              <w:rPr>
                <w:b/>
                <w:bCs/>
                <w:u w:val="single"/>
                <w:lang w:val="it-IT"/>
              </w:rPr>
              <w:t>PARTE I</w:t>
            </w:r>
          </w:p>
          <w:p w:rsidR="00BF706F" w:rsidRPr="003C6B6B" w:rsidRDefault="00BF706F" w:rsidP="00A82AED">
            <w:pPr>
              <w:jc w:val="both"/>
              <w:rPr>
                <w:lang w:val="it-IT"/>
              </w:rPr>
            </w:pPr>
            <w:r w:rsidRPr="003C6B6B">
              <w:rPr>
                <w:b/>
                <w:bCs/>
                <w:lang w:val="it-IT"/>
              </w:rPr>
              <w:t>Requisiti di ordine generale e cause di esclusione automatica </w:t>
            </w:r>
          </w:p>
          <w:p w:rsidR="00BF706F" w:rsidRPr="003C6B6B" w:rsidRDefault="00BF706F" w:rsidP="00A82AED">
            <w:pPr>
              <w:jc w:val="both"/>
            </w:pPr>
            <w:r w:rsidRPr="003C6B6B">
              <w:rPr>
                <w:i/>
                <w:iCs/>
              </w:rPr>
              <w:t>(articolo 94 d.lgs. 36/2023)</w:t>
            </w:r>
          </w:p>
        </w:tc>
      </w:tr>
    </w:tbl>
    <w:p w:rsidR="00BF706F" w:rsidRPr="00A82AED" w:rsidRDefault="00BF706F" w:rsidP="00A82AED">
      <w:pPr>
        <w:jc w:val="both"/>
      </w:pPr>
    </w:p>
    <w:p w:rsidR="00BF706F" w:rsidRPr="00A82AED" w:rsidRDefault="00BF706F" w:rsidP="00A82AED">
      <w:pPr>
        <w:jc w:val="both"/>
        <w:rPr>
          <w:lang w:val="it-IT"/>
        </w:rPr>
      </w:pPr>
      <w:r w:rsidRPr="00A82AED">
        <w:rPr>
          <w:lang w:val="it-IT"/>
        </w:rPr>
        <w:t>In ordine ai requisiti di cui all'art. 94 del d.lgs. 36/2023, </w:t>
      </w:r>
    </w:p>
    <w:p w:rsidR="00BF706F" w:rsidRPr="00A82AED" w:rsidRDefault="00BF706F" w:rsidP="00A82AED">
      <w:pPr>
        <w:jc w:val="center"/>
        <w:rPr>
          <w:u w:val="single"/>
          <w:lang w:val="it-IT"/>
        </w:rPr>
      </w:pPr>
      <w:r w:rsidRPr="00A82AED">
        <w:rPr>
          <w:b/>
          <w:bCs/>
          <w:u w:val="single"/>
          <w:lang w:val="it-IT"/>
        </w:rPr>
        <w:t>DICHIARA</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0A0"/>
      </w:tblPr>
      <w:tblGrid>
        <w:gridCol w:w="9639"/>
      </w:tblGrid>
      <w:tr w:rsidR="00BF706F" w:rsidRPr="003C6B6B"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BF706F" w:rsidRPr="003C6B6B" w:rsidRDefault="00BF706F" w:rsidP="00A82AED">
            <w:pPr>
              <w:jc w:val="both"/>
              <w:rPr>
                <w:lang w:val="it-IT"/>
              </w:rPr>
            </w:pPr>
            <w:r w:rsidRPr="003C6B6B">
              <w:rPr>
                <w:b/>
                <w:bCs/>
                <w:u w:val="single"/>
                <w:lang w:val="it-IT"/>
              </w:rPr>
              <w:t>PARTE II</w:t>
            </w:r>
          </w:p>
          <w:p w:rsidR="00BF706F" w:rsidRPr="003C6B6B" w:rsidRDefault="00BF706F" w:rsidP="00A82AED">
            <w:pPr>
              <w:jc w:val="both"/>
              <w:rPr>
                <w:lang w:val="it-IT"/>
              </w:rPr>
            </w:pPr>
            <w:r w:rsidRPr="003C6B6B">
              <w:rPr>
                <w:b/>
                <w:bCs/>
                <w:lang w:val="it-IT"/>
              </w:rPr>
              <w:t>Cause di esclusione NON Automatica</w:t>
            </w:r>
          </w:p>
          <w:p w:rsidR="00BF706F" w:rsidRPr="003C6B6B" w:rsidRDefault="00BF706F" w:rsidP="00A82AED">
            <w:pPr>
              <w:jc w:val="both"/>
            </w:pPr>
            <w:r w:rsidRPr="003C6B6B">
              <w:rPr>
                <w:i/>
                <w:iCs/>
              </w:rPr>
              <w:t>(articolo 95 d.lgs. 36/2023)</w:t>
            </w:r>
          </w:p>
        </w:tc>
      </w:tr>
    </w:tbl>
    <w:p w:rsidR="00BF706F" w:rsidRPr="00A82AED" w:rsidRDefault="00BF706F" w:rsidP="00A82AED">
      <w:pPr>
        <w:jc w:val="both"/>
      </w:pPr>
    </w:p>
    <w:p w:rsidR="00BF706F" w:rsidRPr="00A82AED" w:rsidRDefault="00BF706F" w:rsidP="00A82AED">
      <w:pPr>
        <w:jc w:val="both"/>
        <w:rPr>
          <w:lang w:val="it-IT"/>
        </w:rPr>
      </w:pPr>
      <w:r w:rsidRPr="00A82AED">
        <w:rPr>
          <w:lang w:val="it-IT"/>
        </w:rPr>
        <w:t>In ordine ai requisiti di cui all'art. 95 del d.lgs. 36/2023, </w:t>
      </w:r>
    </w:p>
    <w:p w:rsidR="00BF706F" w:rsidRPr="00A82AED" w:rsidRDefault="00BF706F" w:rsidP="002D270E">
      <w:pPr>
        <w:jc w:val="center"/>
        <w:rPr>
          <w:u w:val="single"/>
          <w:lang w:val="it-IT"/>
        </w:rPr>
      </w:pPr>
      <w:r w:rsidRPr="00A82AED">
        <w:rPr>
          <w:b/>
          <w:bCs/>
          <w:u w:val="single"/>
          <w:lang w:val="it-IT"/>
        </w:rPr>
        <w:t>DICHIARA</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0A0"/>
      </w:tblPr>
      <w:tblGrid>
        <w:gridCol w:w="9639"/>
      </w:tblGrid>
      <w:tr w:rsidR="00BF706F" w:rsidRPr="003C6B6B"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BF706F" w:rsidRPr="003C6B6B" w:rsidRDefault="00BF706F" w:rsidP="00A82AED">
            <w:pPr>
              <w:jc w:val="both"/>
              <w:rPr>
                <w:lang w:val="it-IT"/>
              </w:rPr>
            </w:pPr>
            <w:r w:rsidRPr="003C6B6B">
              <w:rPr>
                <w:b/>
                <w:bCs/>
                <w:u w:val="single"/>
                <w:lang w:val="it-IT"/>
              </w:rPr>
              <w:t>PARTE III</w:t>
            </w:r>
          </w:p>
          <w:p w:rsidR="00BF706F" w:rsidRPr="003C6B6B" w:rsidRDefault="00BF706F" w:rsidP="00A82AED">
            <w:pPr>
              <w:jc w:val="both"/>
              <w:rPr>
                <w:lang w:val="it-IT"/>
              </w:rPr>
            </w:pPr>
            <w:r w:rsidRPr="003C6B6B">
              <w:rPr>
                <w:b/>
                <w:bCs/>
                <w:lang w:val="it-IT"/>
              </w:rPr>
              <w:t>Eventuali misure di Self-Cleaning</w:t>
            </w:r>
          </w:p>
          <w:p w:rsidR="00BF706F" w:rsidRPr="003C6B6B" w:rsidRDefault="00BF706F" w:rsidP="00A82AED">
            <w:pPr>
              <w:jc w:val="both"/>
            </w:pPr>
            <w:r w:rsidRPr="003C6B6B">
              <w:rPr>
                <w:i/>
                <w:iCs/>
              </w:rPr>
              <w:t>(articolo 96, comma 6, d.lgs. 36/2023)</w:t>
            </w:r>
          </w:p>
        </w:tc>
      </w:tr>
    </w:tbl>
    <w:p w:rsidR="00BF706F" w:rsidRPr="00A82AED" w:rsidRDefault="00BF706F" w:rsidP="00A82AED">
      <w:pPr>
        <w:jc w:val="both"/>
        <w:rPr>
          <w:lang w:val="it-IT"/>
        </w:rPr>
      </w:pPr>
      <w:r w:rsidRPr="00A82AED">
        <w:rPr>
          <w:lang w:val="it-IT"/>
        </w:rPr>
        <w:t>In ordine alle misure di cui all'art. 96, comma 6, del d.lgs. 36/2023, </w:t>
      </w:r>
    </w:p>
    <w:p w:rsidR="00BF706F" w:rsidRPr="00A82AED" w:rsidRDefault="00BF706F" w:rsidP="00A82AED">
      <w:pPr>
        <w:jc w:val="center"/>
        <w:rPr>
          <w:u w:val="single"/>
          <w:lang w:val="it-IT"/>
        </w:rPr>
      </w:pPr>
      <w:r w:rsidRPr="00A82AED">
        <w:rPr>
          <w:b/>
          <w:bCs/>
          <w:u w:val="single"/>
          <w:lang w:val="it-IT"/>
        </w:rPr>
        <w:t>DICHIARA</w:t>
      </w:r>
    </w:p>
    <w:p w:rsidR="00BF706F" w:rsidRPr="00A82AED" w:rsidRDefault="00BF706F"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self-cleaning ______________________________________________________ </w:t>
      </w:r>
    </w:p>
    <w:p w:rsidR="00BF706F" w:rsidRPr="00A82AED" w:rsidRDefault="00BF706F"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rsidR="00BF706F" w:rsidRPr="00A82AED" w:rsidRDefault="00BF706F" w:rsidP="00A82AED">
      <w:pPr>
        <w:jc w:val="both"/>
        <w:rPr>
          <w:lang w:val="it-IT"/>
        </w:rPr>
      </w:pPr>
      <w:r w:rsidRPr="00A82AED">
        <w:rPr>
          <w:i/>
          <w:iCs/>
          <w:lang w:val="it-IT"/>
        </w:rPr>
        <w:t>oppure</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0A0"/>
      </w:tblPr>
      <w:tblGrid>
        <w:gridCol w:w="9639"/>
      </w:tblGrid>
      <w:tr w:rsidR="00BF706F" w:rsidRPr="003C6B6B"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BF706F" w:rsidRPr="003C6B6B" w:rsidRDefault="00BF706F" w:rsidP="00A82AED">
            <w:pPr>
              <w:jc w:val="both"/>
            </w:pPr>
            <w:r w:rsidRPr="003C6B6B">
              <w:rPr>
                <w:b/>
                <w:bCs/>
                <w:u w:val="single"/>
              </w:rPr>
              <w:t>PARTE V</w:t>
            </w:r>
          </w:p>
          <w:p w:rsidR="00BF706F" w:rsidRPr="003C6B6B" w:rsidRDefault="00BF706F" w:rsidP="00A82AED">
            <w:pPr>
              <w:jc w:val="both"/>
            </w:pPr>
            <w:r w:rsidRPr="003C6B6B">
              <w:rPr>
                <w:b/>
                <w:bCs/>
              </w:rPr>
              <w:t>DICHIARAZIONI FINALI</w:t>
            </w:r>
          </w:p>
        </w:tc>
      </w:tr>
    </w:tbl>
    <w:p w:rsidR="00BF706F" w:rsidRPr="00A82AED" w:rsidRDefault="00BF706F" w:rsidP="00A82AED">
      <w:pPr>
        <w:jc w:val="both"/>
      </w:pPr>
    </w:p>
    <w:p w:rsidR="00BF706F" w:rsidRPr="00A82AED" w:rsidRDefault="00BF706F" w:rsidP="00DE56AD">
      <w:pPr>
        <w:jc w:val="center"/>
        <w:rPr>
          <w:u w:val="single"/>
        </w:rPr>
      </w:pPr>
      <w:r w:rsidRPr="00A82AED">
        <w:rPr>
          <w:b/>
          <w:bCs/>
          <w:u w:val="single"/>
        </w:rPr>
        <w:t>DICHIARA INFINE</w:t>
      </w:r>
    </w:p>
    <w:p w:rsidR="00BF706F" w:rsidRPr="00A82AED" w:rsidRDefault="00BF706F" w:rsidP="00A82AED">
      <w:pPr>
        <w:jc w:val="both"/>
        <w:rPr>
          <w:lang w:val="it-IT"/>
        </w:rPr>
      </w:pPr>
      <w:r w:rsidRPr="00A82AED">
        <w:rPr>
          <w:lang w:val="it-IT"/>
        </w:rPr>
        <w:t>DI ACCETTARE, senza condizione o riserva alcuna, tutte le prescrizioni contenute nella documentazione relativa all’affidamento in oggetto;</w:t>
      </w:r>
    </w:p>
    <w:p w:rsidR="00BF706F" w:rsidRPr="00A82AED" w:rsidRDefault="00BF706F"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rsidR="00BF706F" w:rsidRPr="00A82AED" w:rsidRDefault="00BF706F" w:rsidP="00A82AED">
      <w:pPr>
        <w:jc w:val="both"/>
        <w:rPr>
          <w:lang w:val="it-IT"/>
        </w:rPr>
      </w:pPr>
      <w:r w:rsidRPr="00A82AED">
        <w:rPr>
          <w:lang w:val="it-IT"/>
        </w:rPr>
        <w:t xml:space="preserve">DI IMPEGNARSI ad eseguire la </w:t>
      </w:r>
      <w:r>
        <w:rPr>
          <w:lang w:val="it-IT"/>
        </w:rPr>
        <w:t>prestazione</w:t>
      </w:r>
      <w:r w:rsidRPr="00A82AED">
        <w:rPr>
          <w:lang w:val="it-IT"/>
        </w:rPr>
        <w:t xml:space="preserve"> secondo le modalità ed i tempi stabiliti dalla stazione appaltante; </w:t>
      </w:r>
    </w:p>
    <w:p w:rsidR="00BF706F" w:rsidRPr="00A82AED" w:rsidRDefault="00BF706F"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Pr>
          <w:lang w:val="it-IT"/>
        </w:rPr>
        <w:t>;</w:t>
      </w:r>
      <w:r w:rsidRPr="004064AF">
        <w:rPr>
          <w:lang w:val="it-IT"/>
        </w:rPr>
        <w:t xml:space="preserve"> </w:t>
      </w:r>
    </w:p>
    <w:p w:rsidR="00BF706F" w:rsidRDefault="00BF706F"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Pr>
          <w:lang w:val="it-IT"/>
        </w:rPr>
        <w:t xml:space="preserve"> </w:t>
      </w:r>
    </w:p>
    <w:p w:rsidR="00BF706F" w:rsidRPr="00A82AED" w:rsidRDefault="00BF706F" w:rsidP="00A82AED">
      <w:pPr>
        <w:jc w:val="both"/>
        <w:rPr>
          <w:lang w:val="it-IT"/>
        </w:rPr>
      </w:pPr>
      <w:r w:rsidRPr="00A82AED">
        <w:rPr>
          <w:lang w:val="it-IT"/>
        </w:rPr>
        <w:t>DI ESSERE CONSAPEVOLE che i pagamenti conseguenti all</w:t>
      </w:r>
      <w:r>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BF706F" w:rsidRPr="00A82AED" w:rsidRDefault="00BF706F"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BF706F" w:rsidRPr="00A82AED" w:rsidRDefault="00BF706F"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w:t>
      </w:r>
    </w:p>
    <w:p w:rsidR="00BF706F" w:rsidRPr="00A82AED" w:rsidRDefault="00BF706F" w:rsidP="00A82AED">
      <w:pPr>
        <w:jc w:val="both"/>
        <w:rPr>
          <w:lang w:val="it-IT"/>
        </w:rPr>
      </w:pPr>
      <w:r w:rsidRPr="00A82AED">
        <w:rPr>
          <w:lang w:val="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BF706F" w:rsidRPr="00A82AED" w:rsidRDefault="00BF706F" w:rsidP="00A82AED">
      <w:pPr>
        <w:jc w:val="both"/>
        <w:rPr>
          <w:lang w:val="it-IT"/>
        </w:rPr>
      </w:pPr>
    </w:p>
    <w:p w:rsidR="00BF706F" w:rsidRPr="00A82AED" w:rsidRDefault="00BF706F" w:rsidP="00A82AED">
      <w:pPr>
        <w:jc w:val="both"/>
        <w:rPr>
          <w:lang w:val="it-IT"/>
        </w:rPr>
      </w:pPr>
      <w:r w:rsidRPr="00A82AED">
        <w:rPr>
          <w:i/>
          <w:iCs/>
          <w:lang w:val="it-IT"/>
        </w:rPr>
        <w:t>(firma digitale del legale rappresentante dell’operatore) </w:t>
      </w:r>
    </w:p>
    <w:p w:rsidR="00BF706F" w:rsidRPr="00A82AED" w:rsidRDefault="00BF706F" w:rsidP="00A82AED">
      <w:pPr>
        <w:jc w:val="both"/>
        <w:rPr>
          <w:lang w:val="it-IT"/>
        </w:rPr>
      </w:pPr>
    </w:p>
    <w:p w:rsidR="00BF706F" w:rsidRPr="00A82AED" w:rsidRDefault="00BF706F" w:rsidP="00A82AED">
      <w:pPr>
        <w:jc w:val="both"/>
      </w:pPr>
      <w:r w:rsidRPr="00A82AED">
        <w:rPr>
          <w:i/>
          <w:iCs/>
        </w:rPr>
        <w:t>_____________________________________________________________</w:t>
      </w:r>
    </w:p>
    <w:p w:rsidR="00BF706F" w:rsidRDefault="00BF706F" w:rsidP="00A82AED">
      <w:pPr>
        <w:jc w:val="both"/>
      </w:pPr>
    </w:p>
    <w:sectPr w:rsidR="00BF706F" w:rsidSect="0037177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AED"/>
    <w:rsid w:val="00032013"/>
    <w:rsid w:val="00057897"/>
    <w:rsid w:val="000729E6"/>
    <w:rsid w:val="00101866"/>
    <w:rsid w:val="001044AF"/>
    <w:rsid w:val="00175B2F"/>
    <w:rsid w:val="001A0EC2"/>
    <w:rsid w:val="00207F15"/>
    <w:rsid w:val="00276C88"/>
    <w:rsid w:val="0028466C"/>
    <w:rsid w:val="002858D9"/>
    <w:rsid w:val="00287CF2"/>
    <w:rsid w:val="002D270E"/>
    <w:rsid w:val="0034567F"/>
    <w:rsid w:val="00365ED7"/>
    <w:rsid w:val="00371770"/>
    <w:rsid w:val="003C6B6B"/>
    <w:rsid w:val="003E0665"/>
    <w:rsid w:val="004064AF"/>
    <w:rsid w:val="00416FED"/>
    <w:rsid w:val="004218D0"/>
    <w:rsid w:val="004409BD"/>
    <w:rsid w:val="00476884"/>
    <w:rsid w:val="00576BE2"/>
    <w:rsid w:val="0058191D"/>
    <w:rsid w:val="0058758E"/>
    <w:rsid w:val="005F7FDC"/>
    <w:rsid w:val="00630540"/>
    <w:rsid w:val="0071558C"/>
    <w:rsid w:val="00730CBC"/>
    <w:rsid w:val="00766813"/>
    <w:rsid w:val="007C7A1B"/>
    <w:rsid w:val="008B4458"/>
    <w:rsid w:val="008B6BAD"/>
    <w:rsid w:val="008F16BC"/>
    <w:rsid w:val="00920547"/>
    <w:rsid w:val="009A755C"/>
    <w:rsid w:val="009E2711"/>
    <w:rsid w:val="009E68E3"/>
    <w:rsid w:val="00A82221"/>
    <w:rsid w:val="00A82AED"/>
    <w:rsid w:val="00B22C86"/>
    <w:rsid w:val="00BF105A"/>
    <w:rsid w:val="00BF706F"/>
    <w:rsid w:val="00C33705"/>
    <w:rsid w:val="00C70F5B"/>
    <w:rsid w:val="00DA26F2"/>
    <w:rsid w:val="00DC0E14"/>
    <w:rsid w:val="00DE56AD"/>
    <w:rsid w:val="00E43179"/>
    <w:rsid w:val="00FE1A30"/>
    <w:rsid w:val="00FF090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770"/>
    <w:pPr>
      <w:spacing w:after="160" w:line="259" w:lineRule="auto"/>
    </w:pPr>
    <w:rPr>
      <w:kern w:val="2"/>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82AED"/>
    <w:rPr>
      <w:rFonts w:cs="Times New Roman"/>
      <w:color w:val="0563C1"/>
      <w:u w:val="single"/>
    </w:rPr>
  </w:style>
  <w:style w:type="character" w:customStyle="1" w:styleId="UnresolvedMention">
    <w:name w:val="Unresolved Mention"/>
    <w:basedOn w:val="DefaultParagraphFont"/>
    <w:uiPriority w:val="99"/>
    <w:semiHidden/>
    <w:rsid w:val="00A82AED"/>
    <w:rPr>
      <w:rFonts w:cs="Times New Roman"/>
      <w:color w:val="605E5C"/>
      <w:shd w:val="clear" w:color="auto" w:fill="E1DFDD"/>
    </w:rPr>
  </w:style>
  <w:style w:type="paragraph" w:customStyle="1" w:styleId="Default">
    <w:name w:val="Default"/>
    <w:uiPriority w:val="99"/>
    <w:rsid w:val="009E2711"/>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71053044">
      <w:marLeft w:val="0"/>
      <w:marRight w:val="0"/>
      <w:marTop w:val="0"/>
      <w:marBottom w:val="0"/>
      <w:divBdr>
        <w:top w:val="none" w:sz="0" w:space="0" w:color="auto"/>
        <w:left w:val="none" w:sz="0" w:space="0" w:color="auto"/>
        <w:bottom w:val="none" w:sz="0" w:space="0" w:color="auto"/>
        <w:right w:val="none" w:sz="0" w:space="0" w:color="auto"/>
      </w:divBdr>
    </w:div>
    <w:div w:id="71053047">
      <w:marLeft w:val="0"/>
      <w:marRight w:val="0"/>
      <w:marTop w:val="0"/>
      <w:marBottom w:val="0"/>
      <w:divBdr>
        <w:top w:val="none" w:sz="0" w:space="0" w:color="auto"/>
        <w:left w:val="none" w:sz="0" w:space="0" w:color="auto"/>
        <w:bottom w:val="none" w:sz="0" w:space="0" w:color="auto"/>
        <w:right w:val="none" w:sz="0" w:space="0" w:color="auto"/>
      </w:divBdr>
    </w:div>
    <w:div w:id="71053048">
      <w:marLeft w:val="0"/>
      <w:marRight w:val="0"/>
      <w:marTop w:val="0"/>
      <w:marBottom w:val="0"/>
      <w:divBdr>
        <w:top w:val="none" w:sz="0" w:space="0" w:color="auto"/>
        <w:left w:val="none" w:sz="0" w:space="0" w:color="auto"/>
        <w:bottom w:val="none" w:sz="0" w:space="0" w:color="auto"/>
        <w:right w:val="none" w:sz="0" w:space="0" w:color="auto"/>
      </w:divBdr>
    </w:div>
    <w:div w:id="71053049">
      <w:marLeft w:val="0"/>
      <w:marRight w:val="0"/>
      <w:marTop w:val="0"/>
      <w:marBottom w:val="0"/>
      <w:divBdr>
        <w:top w:val="none" w:sz="0" w:space="0" w:color="auto"/>
        <w:left w:val="none" w:sz="0" w:space="0" w:color="auto"/>
        <w:bottom w:val="none" w:sz="0" w:space="0" w:color="auto"/>
        <w:right w:val="none" w:sz="0" w:space="0" w:color="auto"/>
      </w:divBdr>
      <w:divsChild>
        <w:div w:id="71053039">
          <w:marLeft w:val="142"/>
          <w:marRight w:val="0"/>
          <w:marTop w:val="0"/>
          <w:marBottom w:val="0"/>
          <w:divBdr>
            <w:top w:val="none" w:sz="0" w:space="0" w:color="auto"/>
            <w:left w:val="none" w:sz="0" w:space="0" w:color="auto"/>
            <w:bottom w:val="none" w:sz="0" w:space="0" w:color="auto"/>
            <w:right w:val="none" w:sz="0" w:space="0" w:color="auto"/>
          </w:divBdr>
        </w:div>
        <w:div w:id="71053040">
          <w:marLeft w:val="284"/>
          <w:marRight w:val="0"/>
          <w:marTop w:val="0"/>
          <w:marBottom w:val="0"/>
          <w:divBdr>
            <w:top w:val="none" w:sz="0" w:space="0" w:color="auto"/>
            <w:left w:val="none" w:sz="0" w:space="0" w:color="auto"/>
            <w:bottom w:val="none" w:sz="0" w:space="0" w:color="auto"/>
            <w:right w:val="none" w:sz="0" w:space="0" w:color="auto"/>
          </w:divBdr>
        </w:div>
        <w:div w:id="71053041">
          <w:marLeft w:val="-5"/>
          <w:marRight w:val="0"/>
          <w:marTop w:val="0"/>
          <w:marBottom w:val="0"/>
          <w:divBdr>
            <w:top w:val="none" w:sz="0" w:space="0" w:color="auto"/>
            <w:left w:val="none" w:sz="0" w:space="0" w:color="auto"/>
            <w:bottom w:val="none" w:sz="0" w:space="0" w:color="auto"/>
            <w:right w:val="none" w:sz="0" w:space="0" w:color="auto"/>
          </w:divBdr>
        </w:div>
        <w:div w:id="71053042">
          <w:marLeft w:val="284"/>
          <w:marRight w:val="0"/>
          <w:marTop w:val="0"/>
          <w:marBottom w:val="0"/>
          <w:divBdr>
            <w:top w:val="none" w:sz="0" w:space="0" w:color="auto"/>
            <w:left w:val="none" w:sz="0" w:space="0" w:color="auto"/>
            <w:bottom w:val="none" w:sz="0" w:space="0" w:color="auto"/>
            <w:right w:val="none" w:sz="0" w:space="0" w:color="auto"/>
          </w:divBdr>
        </w:div>
        <w:div w:id="71053043">
          <w:marLeft w:val="284"/>
          <w:marRight w:val="0"/>
          <w:marTop w:val="0"/>
          <w:marBottom w:val="0"/>
          <w:divBdr>
            <w:top w:val="none" w:sz="0" w:space="0" w:color="auto"/>
            <w:left w:val="none" w:sz="0" w:space="0" w:color="auto"/>
            <w:bottom w:val="none" w:sz="0" w:space="0" w:color="auto"/>
            <w:right w:val="none" w:sz="0" w:space="0" w:color="auto"/>
          </w:divBdr>
        </w:div>
        <w:div w:id="71053045">
          <w:marLeft w:val="142"/>
          <w:marRight w:val="0"/>
          <w:marTop w:val="0"/>
          <w:marBottom w:val="0"/>
          <w:divBdr>
            <w:top w:val="none" w:sz="0" w:space="0" w:color="auto"/>
            <w:left w:val="none" w:sz="0" w:space="0" w:color="auto"/>
            <w:bottom w:val="none" w:sz="0" w:space="0" w:color="auto"/>
            <w:right w:val="none" w:sz="0" w:space="0" w:color="auto"/>
          </w:divBdr>
        </w:div>
        <w:div w:id="71053046">
          <w:marLeft w:val="28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6</Pages>
  <Words>1756</Words>
  <Characters>10012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user</cp:lastModifiedBy>
  <cp:revision>170</cp:revision>
  <cp:lastPrinted>2024-03-01T11:57:00Z</cp:lastPrinted>
  <dcterms:created xsi:type="dcterms:W3CDTF">2024-03-01T12:00:00Z</dcterms:created>
  <dcterms:modified xsi:type="dcterms:W3CDTF">2025-02-20T13:28:00Z</dcterms:modified>
</cp:coreProperties>
</file>